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638"/>
      </w:tblGrid>
      <w:tr w:rsidR="00135836" w14:paraId="05468BA1" w14:textId="77777777" w:rsidTr="00041838">
        <w:trPr>
          <w:cantSplit/>
          <w:trHeight w:val="567"/>
        </w:trPr>
        <w:tc>
          <w:tcPr>
            <w:tcW w:w="9638" w:type="dxa"/>
          </w:tcPr>
          <w:p w14:paraId="19C71392" w14:textId="77777777" w:rsidR="00135836" w:rsidRPr="0030655A" w:rsidRDefault="007A7997" w:rsidP="00C956D0">
            <w:pPr>
              <w:pStyle w:val="Titredoc"/>
            </w:pPr>
            <w:r>
              <w:t>Attestation de visite des locaux</w:t>
            </w:r>
          </w:p>
        </w:tc>
      </w:tr>
    </w:tbl>
    <w:p w14:paraId="7E674CD1" w14:textId="77777777" w:rsidR="00135836" w:rsidRDefault="00135836"/>
    <w:p w14:paraId="5BFAEA01" w14:textId="77777777" w:rsidR="00135836" w:rsidRDefault="00135836" w:rsidP="005018F1">
      <w:bookmarkStart w:id="0" w:name="_Toc102191124"/>
    </w:p>
    <w:bookmarkEnd w:id="0"/>
    <w:p w14:paraId="43F020C6" w14:textId="77777777" w:rsidR="00546D68" w:rsidRDefault="007A7997" w:rsidP="00FF7BF1">
      <w:pPr>
        <w:pStyle w:val="Titre1"/>
      </w:pPr>
      <w:r>
        <w:t>Objet du marché :</w:t>
      </w:r>
    </w:p>
    <w:p w14:paraId="47EB6F18" w14:textId="6C744465" w:rsidR="00894D06" w:rsidRPr="00D32882" w:rsidRDefault="00D32882" w:rsidP="007A7997">
      <w:pPr>
        <w:rPr>
          <w:sz w:val="22"/>
          <w:szCs w:val="22"/>
        </w:rPr>
      </w:pPr>
      <w:r w:rsidRPr="00D32882">
        <w:rPr>
          <w:sz w:val="22"/>
          <w:szCs w:val="22"/>
        </w:rPr>
        <w:t>Le présent marché a pour objet la location et la maintenance de chambres froides modulaires pour l’EFS Hauts-de-France Normandie.</w:t>
      </w:r>
    </w:p>
    <w:p w14:paraId="4370BC38" w14:textId="37B4DFB0" w:rsidR="00D32882" w:rsidRDefault="00D32882" w:rsidP="007A7997"/>
    <w:p w14:paraId="30F63788" w14:textId="77777777" w:rsidR="00D32882" w:rsidRPr="007A7997" w:rsidRDefault="00D32882" w:rsidP="007A7997"/>
    <w:p w14:paraId="2E11B96C" w14:textId="4BC6B4D7" w:rsidR="00837A5B" w:rsidRDefault="007A7997" w:rsidP="00837A5B">
      <w:pPr>
        <w:pStyle w:val="Titre1"/>
      </w:pPr>
      <w:r>
        <w:t>Adresse :</w:t>
      </w:r>
      <w:r w:rsidR="00CC3859">
        <w:t xml:space="preserve"> </w:t>
      </w:r>
      <w:r w:rsidR="00CC3859" w:rsidRPr="00CC3859">
        <w:rPr>
          <w:sz w:val="24"/>
          <w:szCs w:val="28"/>
        </w:rPr>
        <w:t>(cocher la case correspondante)</w:t>
      </w:r>
    </w:p>
    <w:p w14:paraId="08C53ADE" w14:textId="2216A8B6" w:rsidR="001D1C85" w:rsidRDefault="00CC3859" w:rsidP="002B6B57">
      <w:pPr>
        <w:rPr>
          <w:sz w:val="22"/>
        </w:rPr>
      </w:pPr>
      <w:r>
        <w:rPr>
          <w:sz w:val="22"/>
        </w:rPr>
        <w:sym w:font="Wingdings" w:char="F06F"/>
      </w:r>
      <w:r>
        <w:rPr>
          <w:sz w:val="22"/>
        </w:rPr>
        <w:t xml:space="preserve"> </w:t>
      </w:r>
      <w:r w:rsidR="00D32882">
        <w:rPr>
          <w:sz w:val="22"/>
        </w:rPr>
        <w:t xml:space="preserve">Site de Bois-Guillaume : 609 chemin de </w:t>
      </w:r>
      <w:proofErr w:type="spellStart"/>
      <w:r w:rsidR="00D32882">
        <w:rPr>
          <w:sz w:val="22"/>
        </w:rPr>
        <w:t>Bretèque</w:t>
      </w:r>
      <w:proofErr w:type="spellEnd"/>
      <w:r w:rsidR="00D32882">
        <w:rPr>
          <w:sz w:val="22"/>
        </w:rPr>
        <w:t xml:space="preserve"> – 76230 Bois-Guillaume</w:t>
      </w:r>
    </w:p>
    <w:p w14:paraId="08A8DA08" w14:textId="294A215A" w:rsidR="00CC3859" w:rsidRDefault="00CC3859" w:rsidP="002B6B57">
      <w:pPr>
        <w:rPr>
          <w:sz w:val="22"/>
        </w:rPr>
      </w:pPr>
      <w:r>
        <w:rPr>
          <w:sz w:val="22"/>
        </w:rPr>
        <w:sym w:font="Wingdings" w:char="F06F"/>
      </w:r>
      <w:r>
        <w:rPr>
          <w:sz w:val="22"/>
        </w:rPr>
        <w:t xml:space="preserve"> </w:t>
      </w:r>
      <w:r w:rsidR="00D32882">
        <w:rPr>
          <w:sz w:val="22"/>
        </w:rPr>
        <w:t>Site de Loos – Eurasanté QBD Nord : Avenue Pierre Mauroy – 59120 Loos</w:t>
      </w:r>
    </w:p>
    <w:p w14:paraId="62171BEF" w14:textId="143074A1" w:rsidR="00CC3859" w:rsidRDefault="00CC3859" w:rsidP="002B6B57">
      <w:pPr>
        <w:rPr>
          <w:sz w:val="22"/>
        </w:rPr>
      </w:pPr>
      <w:r>
        <w:rPr>
          <w:sz w:val="22"/>
        </w:rPr>
        <w:sym w:font="Wingdings" w:char="F06F"/>
      </w:r>
      <w:r>
        <w:rPr>
          <w:sz w:val="22"/>
        </w:rPr>
        <w:t xml:space="preserve"> </w:t>
      </w:r>
      <w:r w:rsidR="00D32882">
        <w:rPr>
          <w:sz w:val="22"/>
        </w:rPr>
        <w:t xml:space="preserve">Site de </w:t>
      </w:r>
      <w:r>
        <w:rPr>
          <w:sz w:val="22"/>
        </w:rPr>
        <w:t>Lille</w:t>
      </w:r>
      <w:r w:rsidR="00D32882">
        <w:rPr>
          <w:sz w:val="22"/>
        </w:rPr>
        <w:t xml:space="preserve"> – </w:t>
      </w:r>
      <w:proofErr w:type="gramStart"/>
      <w:r w:rsidR="00D32882">
        <w:rPr>
          <w:sz w:val="22"/>
        </w:rPr>
        <w:t xml:space="preserve">Belfort </w:t>
      </w:r>
      <w:r>
        <w:rPr>
          <w:sz w:val="22"/>
        </w:rPr>
        <w:t> :</w:t>
      </w:r>
      <w:proofErr w:type="gramEnd"/>
      <w:r>
        <w:rPr>
          <w:sz w:val="22"/>
        </w:rPr>
        <w:t xml:space="preserve"> </w:t>
      </w:r>
      <w:r w:rsidRPr="00CC3859">
        <w:rPr>
          <w:sz w:val="22"/>
        </w:rPr>
        <w:t> </w:t>
      </w:r>
      <w:r w:rsidR="00D32882">
        <w:rPr>
          <w:sz w:val="22"/>
        </w:rPr>
        <w:t xml:space="preserve">10-12 Boulevard de Belfort – 59000 Lille </w:t>
      </w:r>
    </w:p>
    <w:p w14:paraId="18C7B2F3" w14:textId="77777777" w:rsidR="00CC3859" w:rsidRDefault="00CC3859" w:rsidP="007A7997">
      <w:pPr>
        <w:rPr>
          <w:sz w:val="22"/>
        </w:rPr>
      </w:pPr>
    </w:p>
    <w:p w14:paraId="11700E9F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Ce jour, le …………………………………</w:t>
      </w:r>
      <w:r>
        <w:rPr>
          <w:sz w:val="22"/>
        </w:rPr>
        <w:t>………</w:t>
      </w:r>
      <w:r w:rsidRPr="007A7997">
        <w:rPr>
          <w:sz w:val="22"/>
        </w:rPr>
        <w:t xml:space="preserve"> à ……………………</w:t>
      </w:r>
      <w:r>
        <w:rPr>
          <w:sz w:val="22"/>
        </w:rPr>
        <w:t>………………………</w:t>
      </w:r>
      <w:r w:rsidRPr="007A7997">
        <w:rPr>
          <w:sz w:val="22"/>
        </w:rPr>
        <w:t>......</w:t>
      </w:r>
      <w:proofErr w:type="gramStart"/>
      <w:r w:rsidRPr="007A7997">
        <w:rPr>
          <w:sz w:val="22"/>
        </w:rPr>
        <w:t>…….</w:t>
      </w:r>
      <w:proofErr w:type="gramEnd"/>
      <w:r w:rsidRPr="007A7997">
        <w:rPr>
          <w:sz w:val="22"/>
        </w:rPr>
        <w:t>.,</w:t>
      </w:r>
    </w:p>
    <w:p w14:paraId="12EDB78A" w14:textId="77777777" w:rsidR="007A7997" w:rsidRPr="007A7997" w:rsidRDefault="007A7997" w:rsidP="007A7997">
      <w:pPr>
        <w:rPr>
          <w:sz w:val="22"/>
        </w:rPr>
      </w:pPr>
    </w:p>
    <w:p w14:paraId="44A6F170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Mr, Mme………………………………</w:t>
      </w:r>
      <w:proofErr w:type="gramStart"/>
      <w:r w:rsidRPr="007A7997">
        <w:rPr>
          <w:sz w:val="22"/>
        </w:rPr>
        <w:t>…….</w:t>
      </w:r>
      <w:proofErr w:type="gramEnd"/>
      <w:r w:rsidRPr="007A7997">
        <w:rPr>
          <w:sz w:val="22"/>
        </w:rPr>
        <w:t>……</w:t>
      </w:r>
      <w:r>
        <w:rPr>
          <w:sz w:val="22"/>
        </w:rPr>
        <w:t>…………………………….</w:t>
      </w:r>
      <w:r w:rsidRPr="007A7997">
        <w:rPr>
          <w:sz w:val="22"/>
        </w:rPr>
        <w:t>……………………………..</w:t>
      </w:r>
    </w:p>
    <w:p w14:paraId="53893A64" w14:textId="77777777" w:rsidR="007A7997" w:rsidRPr="007A7997" w:rsidRDefault="007A7997" w:rsidP="007A7997">
      <w:pPr>
        <w:rPr>
          <w:sz w:val="22"/>
        </w:rPr>
      </w:pPr>
    </w:p>
    <w:p w14:paraId="5291ECF6" w14:textId="77777777" w:rsidR="007A7997" w:rsidRPr="007A7997" w:rsidRDefault="007A7997" w:rsidP="007A7997">
      <w:pPr>
        <w:rPr>
          <w:sz w:val="22"/>
        </w:rPr>
      </w:pPr>
      <w:r>
        <w:rPr>
          <w:sz w:val="22"/>
        </w:rPr>
        <w:t>……………………………</w:t>
      </w:r>
      <w:r w:rsidRPr="007A7997">
        <w:rPr>
          <w:sz w:val="22"/>
        </w:rPr>
        <w:t>……………………………………………………………………………………</w:t>
      </w:r>
    </w:p>
    <w:p w14:paraId="433C8304" w14:textId="77777777" w:rsidR="007A7997" w:rsidRPr="007A7997" w:rsidRDefault="007A7997" w:rsidP="007A7997">
      <w:pPr>
        <w:rPr>
          <w:sz w:val="22"/>
        </w:rPr>
      </w:pPr>
    </w:p>
    <w:p w14:paraId="037B0EA4" w14:textId="77777777" w:rsidR="007A7997" w:rsidRPr="007A7997" w:rsidRDefault="007A7997" w:rsidP="007A7997">
      <w:pPr>
        <w:rPr>
          <w:sz w:val="22"/>
        </w:rPr>
      </w:pPr>
      <w:proofErr w:type="gramStart"/>
      <w:r w:rsidRPr="007A7997">
        <w:rPr>
          <w:sz w:val="22"/>
        </w:rPr>
        <w:t>de</w:t>
      </w:r>
      <w:proofErr w:type="gramEnd"/>
      <w:r w:rsidRPr="007A7997">
        <w:rPr>
          <w:sz w:val="22"/>
        </w:rPr>
        <w:t xml:space="preserve"> </w:t>
      </w:r>
      <w:smartTag w:uri="urn:schemas-microsoft-com:office:smarttags" w:element="PersonName">
        <w:smartTagPr>
          <w:attr w:name="ProductID" w:val="la Soci￩t￩"/>
        </w:smartTagPr>
        <w:r w:rsidRPr="007A7997">
          <w:rPr>
            <w:sz w:val="22"/>
          </w:rPr>
          <w:t>la Société</w:t>
        </w:r>
      </w:smartTag>
      <w:r w:rsidRPr="007A7997">
        <w:rPr>
          <w:sz w:val="22"/>
        </w:rPr>
        <w:t xml:space="preserve"> ……………………..………………</w:t>
      </w:r>
      <w:r>
        <w:rPr>
          <w:sz w:val="22"/>
        </w:rPr>
        <w:t>……………………………</w:t>
      </w:r>
      <w:r w:rsidRPr="007A7997">
        <w:rPr>
          <w:sz w:val="22"/>
        </w:rPr>
        <w:t>……………………………..</w:t>
      </w:r>
    </w:p>
    <w:p w14:paraId="22ED696B" w14:textId="77777777" w:rsidR="007A7997" w:rsidRPr="007A7997" w:rsidRDefault="007A7997" w:rsidP="007A7997">
      <w:pPr>
        <w:rPr>
          <w:sz w:val="22"/>
        </w:rPr>
      </w:pPr>
    </w:p>
    <w:p w14:paraId="08F1FE6C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Adresse</w:t>
      </w:r>
      <w:proofErr w:type="gramStart"/>
      <w:r w:rsidRPr="007A7997">
        <w:rPr>
          <w:sz w:val="22"/>
        </w:rPr>
        <w:t> :…</w:t>
      </w:r>
      <w:proofErr w:type="gramEnd"/>
      <w:r w:rsidRPr="007A7997">
        <w:rPr>
          <w:sz w:val="22"/>
        </w:rPr>
        <w:t>……………………………………………………</w:t>
      </w:r>
      <w:r>
        <w:rPr>
          <w:sz w:val="22"/>
        </w:rPr>
        <w:t>…….</w:t>
      </w:r>
      <w:r w:rsidRPr="007A7997">
        <w:rPr>
          <w:sz w:val="22"/>
        </w:rPr>
        <w:t>………………………………………………………………………………………………………</w:t>
      </w:r>
      <w:r>
        <w:rPr>
          <w:sz w:val="22"/>
        </w:rPr>
        <w:t>……………………………………………….</w:t>
      </w:r>
    </w:p>
    <w:p w14:paraId="46BA32D3" w14:textId="77777777" w:rsidR="007A7997" w:rsidRPr="007A7997" w:rsidRDefault="007A7997" w:rsidP="007A7997">
      <w:pPr>
        <w:rPr>
          <w:sz w:val="22"/>
        </w:rPr>
      </w:pPr>
    </w:p>
    <w:p w14:paraId="703CAE54" w14:textId="77777777" w:rsidR="007A7997" w:rsidRPr="007A7997" w:rsidRDefault="007A7997" w:rsidP="007A7997">
      <w:pPr>
        <w:rPr>
          <w:sz w:val="22"/>
        </w:rPr>
      </w:pPr>
    </w:p>
    <w:p w14:paraId="62F8B903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A (ont) visité les locaux de l’EFS dans le cadre du marché cité en objet.</w:t>
      </w:r>
    </w:p>
    <w:p w14:paraId="7ADE8286" w14:textId="77777777" w:rsidR="007A7997" w:rsidRPr="00AD560B" w:rsidRDefault="007A7997" w:rsidP="007A7997">
      <w:pPr>
        <w:rPr>
          <w:rFonts w:ascii="Arial" w:eastAsia="Times New Roman" w:hAnsi="Arial" w:cs="Arial"/>
          <w:sz w:val="28"/>
          <w:lang w:eastAsia="ar-SA"/>
        </w:rPr>
      </w:pPr>
    </w:p>
    <w:p w14:paraId="45425819" w14:textId="77777777" w:rsidR="007A7997" w:rsidRDefault="007A7997" w:rsidP="007A7997">
      <w:pPr>
        <w:rPr>
          <w:sz w:val="22"/>
        </w:rPr>
      </w:pPr>
      <w:r w:rsidRPr="007A7997">
        <w:rPr>
          <w:sz w:val="22"/>
        </w:rPr>
        <w:t>Signatures :</w:t>
      </w:r>
    </w:p>
    <w:p w14:paraId="1D3A9605" w14:textId="77777777" w:rsidR="007A7997" w:rsidRPr="007A7997" w:rsidRDefault="007A7997" w:rsidP="007A7997">
      <w:pPr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4606"/>
      </w:tblGrid>
      <w:tr w:rsidR="007A7997" w:rsidRPr="007A7997" w14:paraId="39635A03" w14:textId="77777777" w:rsidTr="00686659">
        <w:trPr>
          <w:jc w:val="center"/>
        </w:trPr>
        <w:tc>
          <w:tcPr>
            <w:tcW w:w="4605" w:type="dxa"/>
            <w:shd w:val="clear" w:color="auto" w:fill="auto"/>
          </w:tcPr>
          <w:p w14:paraId="6B99F69C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Le Représentant de la Société</w:t>
            </w:r>
          </w:p>
          <w:p w14:paraId="0C96B2BD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(Nom et Qualité)</w:t>
            </w:r>
          </w:p>
          <w:p w14:paraId="0C53BE13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03AFA856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04D99F06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2BB64A00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564A1815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738ABD9C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C98FDAA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Le Représentant de l’EFS – HFNO</w:t>
            </w:r>
          </w:p>
          <w:p w14:paraId="04481D22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(Nom et Qualité)</w:t>
            </w:r>
          </w:p>
          <w:p w14:paraId="5D924192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4EEA5BEC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0FD55D6E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076DFFA2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3261F58F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73164BB5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</w:tc>
      </w:tr>
    </w:tbl>
    <w:p w14:paraId="3380F74A" w14:textId="77777777" w:rsidR="000D2A28" w:rsidRDefault="000D2A28" w:rsidP="007A7997"/>
    <w:sectPr w:rsidR="000D2A28" w:rsidSect="007A7997">
      <w:footerReference w:type="default" r:id="rId8"/>
      <w:headerReference w:type="first" r:id="rId9"/>
      <w:footerReference w:type="first" r:id="rId10"/>
      <w:pgSz w:w="11906" w:h="16838" w:code="9"/>
      <w:pgMar w:top="1531" w:right="1274" w:bottom="1418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D60A6" w14:textId="77777777" w:rsidR="00544470" w:rsidRDefault="00544470" w:rsidP="00546D68">
      <w:r>
        <w:separator/>
      </w:r>
    </w:p>
  </w:endnote>
  <w:endnote w:type="continuationSeparator" w:id="0">
    <w:p w14:paraId="18DECA59" w14:textId="77777777" w:rsidR="00544470" w:rsidRDefault="00544470" w:rsidP="0054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 Medium"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207" w:type="dxa"/>
      <w:tblInd w:w="-284" w:type="dxa"/>
      <w:tblBorders>
        <w:top w:val="single" w:sz="4" w:space="0" w:color="002F6C" w:themeColor="text2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418"/>
      <w:gridCol w:w="7797"/>
      <w:gridCol w:w="992"/>
    </w:tblGrid>
    <w:tr w:rsidR="00135836" w14:paraId="2ED25F1E" w14:textId="77777777" w:rsidTr="00C956D0">
      <w:tc>
        <w:tcPr>
          <w:tcW w:w="1418" w:type="dxa"/>
          <w:vAlign w:val="center"/>
        </w:tcPr>
        <w:p w14:paraId="0A19A976" w14:textId="77777777" w:rsidR="00135836" w:rsidRPr="0030655A" w:rsidRDefault="00135836" w:rsidP="00135836">
          <w:pPr>
            <w:pStyle w:val="Pieddepage"/>
            <w:rPr>
              <w:b/>
              <w:bCs/>
              <w:color w:val="E30015" w:themeColor="accent1"/>
            </w:rPr>
          </w:pPr>
          <w:r w:rsidRPr="0030655A">
            <w:rPr>
              <w:b/>
              <w:bCs/>
              <w:color w:val="E30015" w:themeColor="accent1"/>
            </w:rPr>
            <w:t>efs.sante.fr</w:t>
          </w:r>
        </w:p>
      </w:tc>
      <w:tc>
        <w:tcPr>
          <w:tcW w:w="7797" w:type="dxa"/>
          <w:vAlign w:val="center"/>
        </w:tcPr>
        <w:p w14:paraId="1586BAE8" w14:textId="6CBA56F8" w:rsidR="00135836" w:rsidRDefault="00135836" w:rsidP="00135836">
          <w:pPr>
            <w:pStyle w:val="Pieddepage"/>
          </w:pPr>
          <w:r w:rsidRPr="0030655A">
            <w:t>ÉTABLISSEMENT FRANÇAIS DU SANG</w:t>
          </w:r>
          <w:r>
            <w:t xml:space="preserve"> – </w:t>
          </w:r>
          <w:r w:rsidR="00A16232">
            <w:fldChar w:fldCharType="begin"/>
          </w:r>
          <w:r w:rsidR="00A16232">
            <w:instrText xml:space="preserve"> STYLEREF  "_Titre doc"  \* CHARFORMAT </w:instrText>
          </w:r>
          <w:r w:rsidR="00A16232">
            <w:fldChar w:fldCharType="separate"/>
          </w:r>
          <w:r w:rsidR="00CC3859">
            <w:rPr>
              <w:noProof/>
            </w:rPr>
            <w:t>Attestation de visite des locaux</w:t>
          </w:r>
          <w:r w:rsidR="00A16232">
            <w:rPr>
              <w:noProof/>
            </w:rPr>
            <w:fldChar w:fldCharType="end"/>
          </w:r>
          <w:r>
            <w:t xml:space="preserve"> – </w:t>
          </w:r>
          <w:r w:rsidR="00EE16E1">
            <w:fldChar w:fldCharType="begin"/>
          </w:r>
          <w:r w:rsidR="00EE16E1">
            <w:instrText xml:space="preserve"> STYLEREF  "_Date doc"  \* CHARFORMAT </w:instrText>
          </w:r>
          <w:r w:rsidR="00EE16E1">
            <w:fldChar w:fldCharType="separate"/>
          </w:r>
          <w:r w:rsidR="00CC3859">
            <w:rPr>
              <w:b/>
              <w:bCs/>
              <w:noProof/>
            </w:rPr>
            <w:t>Erreur ! Il n'y a pas de texte répondant à ce style dans ce document.</w:t>
          </w:r>
          <w:r w:rsidR="00EE16E1">
            <w:rPr>
              <w:noProof/>
            </w:rPr>
            <w:fldChar w:fldCharType="end"/>
          </w:r>
        </w:p>
      </w:tc>
      <w:tc>
        <w:tcPr>
          <w:tcW w:w="992" w:type="dxa"/>
          <w:vAlign w:val="center"/>
        </w:tcPr>
        <w:p w14:paraId="6CBD221B" w14:textId="77777777" w:rsidR="00135836" w:rsidRPr="0030655A" w:rsidRDefault="00135836" w:rsidP="00135836">
          <w:pPr>
            <w:pStyle w:val="Pieddepage"/>
            <w:jc w:val="right"/>
            <w:rPr>
              <w:b/>
              <w:bCs/>
            </w:rPr>
          </w:pP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PAGE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  <w:r w:rsidRPr="0030655A">
            <w:rPr>
              <w:rStyle w:val="Numrodepage"/>
              <w:b/>
              <w:bCs/>
            </w:rPr>
            <w:t>/</w:t>
          </w: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NUMPAGES   \* MERGEFORMAT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</w:p>
      </w:tc>
    </w:tr>
  </w:tbl>
  <w:p w14:paraId="5797DEBC" w14:textId="77777777" w:rsidR="00135836" w:rsidRPr="0030655A" w:rsidRDefault="00135836" w:rsidP="00135836">
    <w:pPr>
      <w:pStyle w:val="Pieddepage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207" w:type="dxa"/>
      <w:tblInd w:w="-284" w:type="dxa"/>
      <w:tblBorders>
        <w:top w:val="single" w:sz="4" w:space="0" w:color="002F6C" w:themeColor="text2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418"/>
      <w:gridCol w:w="7797"/>
      <w:gridCol w:w="992"/>
    </w:tblGrid>
    <w:tr w:rsidR="00C2510F" w14:paraId="4AC86334" w14:textId="77777777" w:rsidTr="00C2510F">
      <w:tc>
        <w:tcPr>
          <w:tcW w:w="1418" w:type="dxa"/>
          <w:vAlign w:val="center"/>
        </w:tcPr>
        <w:p w14:paraId="53FC45A1" w14:textId="77777777" w:rsidR="00C2510F" w:rsidRPr="0030655A" w:rsidRDefault="00C2510F" w:rsidP="00C2510F">
          <w:pPr>
            <w:pStyle w:val="Pieddepage"/>
            <w:rPr>
              <w:b/>
              <w:bCs/>
              <w:color w:val="E30015" w:themeColor="accent1"/>
            </w:rPr>
          </w:pPr>
          <w:r w:rsidRPr="0030655A">
            <w:rPr>
              <w:b/>
              <w:bCs/>
              <w:color w:val="E30015" w:themeColor="accent1"/>
            </w:rPr>
            <w:t>efs.sante.fr</w:t>
          </w:r>
        </w:p>
      </w:tc>
      <w:tc>
        <w:tcPr>
          <w:tcW w:w="7797" w:type="dxa"/>
          <w:vAlign w:val="center"/>
        </w:tcPr>
        <w:p w14:paraId="10080D21" w14:textId="60A643AF" w:rsidR="00C2510F" w:rsidRDefault="00C2510F" w:rsidP="00C2510F">
          <w:pPr>
            <w:pStyle w:val="Pieddepage"/>
          </w:pPr>
          <w:r w:rsidRPr="0030655A">
            <w:t>ÉTABLISSEMENT FRANÇAIS DU SANG</w:t>
          </w:r>
          <w:r>
            <w:t xml:space="preserve"> – </w:t>
          </w:r>
          <w:r w:rsidR="00A16232">
            <w:fldChar w:fldCharType="begin"/>
          </w:r>
          <w:r w:rsidR="00A16232">
            <w:instrText xml:space="preserve"> STYLEREF  "_Titre doc"  \* CHARFORMAT </w:instrText>
          </w:r>
          <w:r w:rsidR="00A16232">
            <w:fldChar w:fldCharType="separate"/>
          </w:r>
          <w:r w:rsidR="00A16232">
            <w:rPr>
              <w:noProof/>
            </w:rPr>
            <w:t>Attestation de visite des locaux</w:t>
          </w:r>
          <w:r w:rsidR="00A16232">
            <w:rPr>
              <w:noProof/>
            </w:rPr>
            <w:fldChar w:fldCharType="end"/>
          </w:r>
          <w:r>
            <w:t xml:space="preserve"> –</w:t>
          </w:r>
          <w:r w:rsidR="00D32882">
            <w:t xml:space="preserve"> 347_Chambres Froides</w:t>
          </w:r>
        </w:p>
      </w:tc>
      <w:tc>
        <w:tcPr>
          <w:tcW w:w="992" w:type="dxa"/>
          <w:vAlign w:val="center"/>
        </w:tcPr>
        <w:p w14:paraId="1FEC6416" w14:textId="77777777" w:rsidR="00C2510F" w:rsidRPr="0030655A" w:rsidRDefault="00C2510F" w:rsidP="00C2510F">
          <w:pPr>
            <w:pStyle w:val="Pieddepage"/>
            <w:jc w:val="right"/>
            <w:rPr>
              <w:b/>
              <w:bCs/>
            </w:rPr>
          </w:pP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PAGE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1</w:t>
          </w:r>
          <w:r w:rsidRPr="0030655A">
            <w:rPr>
              <w:rStyle w:val="Numrodepage"/>
              <w:b/>
              <w:bCs/>
            </w:rPr>
            <w:fldChar w:fldCharType="end"/>
          </w:r>
          <w:r w:rsidRPr="0030655A">
            <w:rPr>
              <w:rStyle w:val="Numrodepage"/>
              <w:b/>
              <w:bCs/>
            </w:rPr>
            <w:t>/</w:t>
          </w: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NUMPAGES   \* MERGEFORMAT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</w:p>
      </w:tc>
    </w:tr>
  </w:tbl>
  <w:p w14:paraId="0492991C" w14:textId="77777777" w:rsidR="00C2510F" w:rsidRPr="0030655A" w:rsidRDefault="00C2510F" w:rsidP="00C2510F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B8F52" w14:textId="77777777" w:rsidR="00544470" w:rsidRDefault="00544470" w:rsidP="00546D68">
      <w:r>
        <w:separator/>
      </w:r>
    </w:p>
  </w:footnote>
  <w:footnote w:type="continuationSeparator" w:id="0">
    <w:p w14:paraId="149E31A5" w14:textId="77777777" w:rsidR="00544470" w:rsidRDefault="00544470" w:rsidP="00546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E28E6" w14:textId="77777777" w:rsidR="005018F1" w:rsidRDefault="00FA0845" w:rsidP="00135836">
    <w:pPr>
      <w:pStyle w:val="En-tte"/>
      <w:spacing w:after="2040"/>
    </w:pPr>
    <w:r>
      <w:rPr>
        <w:noProof/>
        <w:lang w:eastAsia="fr-FR"/>
      </w:rPr>
      <w:drawing>
        <wp:anchor distT="0" distB="0" distL="114300" distR="114300" simplePos="0" relativeHeight="251658239" behindDoc="1" locked="1" layoutInCell="1" allowOverlap="1" wp14:anchorId="22666728" wp14:editId="4D903D86">
          <wp:simplePos x="0" y="0"/>
          <wp:positionH relativeFrom="page">
            <wp:posOffset>5328920</wp:posOffset>
          </wp:positionH>
          <wp:positionV relativeFrom="page">
            <wp:posOffset>396240</wp:posOffset>
          </wp:positionV>
          <wp:extent cx="972000" cy="986400"/>
          <wp:effectExtent l="0" t="0" r="0" b="4445"/>
          <wp:wrapNone/>
          <wp:docPr id="20" name="Image 20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 rotWithShape="1">
                  <a:blip r:embed="rId1" cstate="hq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972000" cy="986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18F1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1952F46" wp14:editId="434351FE">
              <wp:simplePos x="0" y="0"/>
              <wp:positionH relativeFrom="page">
                <wp:posOffset>0</wp:posOffset>
              </wp:positionH>
              <wp:positionV relativeFrom="page">
                <wp:posOffset>200025</wp:posOffset>
              </wp:positionV>
              <wp:extent cx="7560000" cy="1065600"/>
              <wp:effectExtent l="0" t="19050" r="41275" b="39370"/>
              <wp:wrapNone/>
              <wp:docPr id="12" name="Courb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60000" cy="1065600"/>
                      </a:xfrm>
                      <a:custGeom>
                        <a:avLst/>
                        <a:gdLst>
                          <a:gd name="T0" fmla="*/ 699 w 11906"/>
                          <a:gd name="T1" fmla="+- 0 1571 320"/>
                          <a:gd name="T2" fmla="*/ 1571 h 3034"/>
                          <a:gd name="T3" fmla="*/ 1011 w 11906"/>
                          <a:gd name="T4" fmla="+- 0 1645 320"/>
                          <a:gd name="T5" fmla="*/ 1645 h 3034"/>
                          <a:gd name="T6" fmla="*/ 1498 w 11906"/>
                          <a:gd name="T7" fmla="+- 0 1744 320"/>
                          <a:gd name="T8" fmla="*/ 1744 h 3034"/>
                          <a:gd name="T9" fmla="*/ 1971 w 11906"/>
                          <a:gd name="T10" fmla="+- 0 1824 320"/>
                          <a:gd name="T11" fmla="*/ 1824 h 3034"/>
                          <a:gd name="T12" fmla="*/ 2432 w 11906"/>
                          <a:gd name="T13" fmla="+- 0 1887 320"/>
                          <a:gd name="T14" fmla="*/ 1887 h 3034"/>
                          <a:gd name="T15" fmla="*/ 2881 w 11906"/>
                          <a:gd name="T16" fmla="+- 0 1931 320"/>
                          <a:gd name="T17" fmla="*/ 1931 h 3034"/>
                          <a:gd name="T18" fmla="*/ 3317 w 11906"/>
                          <a:gd name="T19" fmla="+- 0 1957 320"/>
                          <a:gd name="T20" fmla="*/ 1957 h 3034"/>
                          <a:gd name="T21" fmla="*/ 3741 w 11906"/>
                          <a:gd name="T22" fmla="+- 0 1967 320"/>
                          <a:gd name="T23" fmla="*/ 1967 h 3034"/>
                          <a:gd name="T24" fmla="*/ 4153 w 11906"/>
                          <a:gd name="T25" fmla="+- 0 1959 320"/>
                          <a:gd name="T26" fmla="*/ 1959 h 3034"/>
                          <a:gd name="T27" fmla="*/ 4553 w 11906"/>
                          <a:gd name="T28" fmla="+- 0 1935 320"/>
                          <a:gd name="T29" fmla="*/ 1935 h 3034"/>
                          <a:gd name="T30" fmla="*/ 4941 w 11906"/>
                          <a:gd name="T31" fmla="+- 0 1894 320"/>
                          <a:gd name="T32" fmla="*/ 1894 h 3034"/>
                          <a:gd name="T33" fmla="*/ 5318 w 11906"/>
                          <a:gd name="T34" fmla="+- 0 1838 320"/>
                          <a:gd name="T35" fmla="*/ 1838 h 3034"/>
                          <a:gd name="T36" fmla="*/ 5683 w 11906"/>
                          <a:gd name="T37" fmla="+- 0 1766 320"/>
                          <a:gd name="T38" fmla="*/ 1766 h 3034"/>
                          <a:gd name="T39" fmla="*/ 6037 w 11906"/>
                          <a:gd name="T40" fmla="+- 0 1679 320"/>
                          <a:gd name="T41" fmla="*/ 1679 h 3034"/>
                          <a:gd name="T42" fmla="*/ 6380 w 11906"/>
                          <a:gd name="T43" fmla="+- 0 1577 320"/>
                          <a:gd name="T44" fmla="*/ 1577 h 3034"/>
                          <a:gd name="T45" fmla="*/ 6712 w 11906"/>
                          <a:gd name="T46" fmla="+- 0 1461 320"/>
                          <a:gd name="T47" fmla="*/ 1461 h 3034"/>
                          <a:gd name="T48" fmla="*/ 7033 w 11906"/>
                          <a:gd name="T49" fmla="+- 0 1330 320"/>
                          <a:gd name="T50" fmla="*/ 1330 h 3034"/>
                          <a:gd name="T51" fmla="*/ 7343 w 11906"/>
                          <a:gd name="T52" fmla="+- 0 1186 320"/>
                          <a:gd name="T53" fmla="*/ 1186 h 3034"/>
                          <a:gd name="T54" fmla="*/ 7642 w 11906"/>
                          <a:gd name="T55" fmla="+- 0 1028 320"/>
                          <a:gd name="T56" fmla="*/ 1028 h 3034"/>
                          <a:gd name="T57" fmla="*/ 7932 w 11906"/>
                          <a:gd name="T58" fmla="+- 0 857 320"/>
                          <a:gd name="T59" fmla="*/ 857 h 3034"/>
                          <a:gd name="T60" fmla="*/ 8205 w 11906"/>
                          <a:gd name="T61" fmla="+- 0 703 320"/>
                          <a:gd name="T62" fmla="*/ 703 h 3034"/>
                          <a:gd name="T63" fmla="*/ 8491 w 11906"/>
                          <a:gd name="T64" fmla="+- 0 573 320"/>
                          <a:gd name="T65" fmla="*/ 573 h 3034"/>
                          <a:gd name="T66" fmla="*/ 8787 w 11906"/>
                          <a:gd name="T67" fmla="+- 0 469 320"/>
                          <a:gd name="T68" fmla="*/ 469 h 3034"/>
                          <a:gd name="T69" fmla="*/ 9090 w 11906"/>
                          <a:gd name="T70" fmla="+- 0 392 320"/>
                          <a:gd name="T71" fmla="*/ 392 h 3034"/>
                          <a:gd name="T72" fmla="*/ 9397 w 11906"/>
                          <a:gd name="T73" fmla="+- 0 342 320"/>
                          <a:gd name="T74" fmla="*/ 342 h 3034"/>
                          <a:gd name="T75" fmla="*/ 9708 w 11906"/>
                          <a:gd name="T76" fmla="+- 0 320 320"/>
                          <a:gd name="T77" fmla="*/ 320 h 3034"/>
                          <a:gd name="T78" fmla="*/ 10020 w 11906"/>
                          <a:gd name="T79" fmla="+- 0 327 320"/>
                          <a:gd name="T80" fmla="*/ 327 h 3034"/>
                          <a:gd name="T81" fmla="*/ 10330 w 11906"/>
                          <a:gd name="T82" fmla="+- 0 363 320"/>
                          <a:gd name="T83" fmla="*/ 363 h 3034"/>
                          <a:gd name="T84" fmla="*/ 10636 w 11906"/>
                          <a:gd name="T85" fmla="+- 0 429 320"/>
                          <a:gd name="T86" fmla="*/ 429 h 3034"/>
                          <a:gd name="T87" fmla="*/ 10936 w 11906"/>
                          <a:gd name="T88" fmla="+- 0 526 320"/>
                          <a:gd name="T89" fmla="*/ 526 h 3034"/>
                          <a:gd name="T90" fmla="*/ 11228 w 11906"/>
                          <a:gd name="T91" fmla="+- 0 655 320"/>
                          <a:gd name="T92" fmla="*/ 655 h 3034"/>
                          <a:gd name="T93" fmla="*/ 11510 w 11906"/>
                          <a:gd name="T94" fmla="+- 0 816 320"/>
                          <a:gd name="T95" fmla="*/ 816 h 3034"/>
                          <a:gd name="T96" fmla="*/ 11778 w 11906"/>
                          <a:gd name="T97" fmla="+- 0 1010 320"/>
                          <a:gd name="T98" fmla="*/ 1010 h 3034"/>
                          <a:gd name="T99" fmla="*/ 12032 w 11906"/>
                          <a:gd name="T100" fmla="+- 0 1237 320"/>
                          <a:gd name="T101" fmla="*/ 1237 h 3034"/>
                          <a:gd name="T102" fmla="*/ 12269 w 11906"/>
                          <a:gd name="T103" fmla="+- 0 1500 320"/>
                          <a:gd name="T104" fmla="*/ 1500 h 3034"/>
                          <a:gd name="T105" fmla="*/ 12486 w 11906"/>
                          <a:gd name="T106" fmla="+- 0 1797 320"/>
                          <a:gd name="T107" fmla="*/ 1797 h 3034"/>
                          <a:gd name="T108" fmla="*/ 12605 w 11906"/>
                          <a:gd name="T109" fmla="+- 0 2000 320"/>
                          <a:gd name="T110" fmla="*/ 2000 h 3034"/>
                          <a:gd name="connsiteX0" fmla="*/ 0 w 10000"/>
                          <a:gd name="connsiteY0" fmla="*/ 4123 h 5537"/>
                          <a:gd name="connsiteX1" fmla="*/ 262 w 10000"/>
                          <a:gd name="connsiteY1" fmla="*/ 4367 h 5537"/>
                          <a:gd name="connsiteX2" fmla="*/ 671 w 10000"/>
                          <a:gd name="connsiteY2" fmla="*/ 4693 h 5537"/>
                          <a:gd name="connsiteX3" fmla="*/ 1068 w 10000"/>
                          <a:gd name="connsiteY3" fmla="*/ 4957 h 5537"/>
                          <a:gd name="connsiteX4" fmla="*/ 1456 w 10000"/>
                          <a:gd name="connsiteY4" fmla="*/ 5165 h 5537"/>
                          <a:gd name="connsiteX5" fmla="*/ 1833 w 10000"/>
                          <a:gd name="connsiteY5" fmla="*/ 5310 h 5537"/>
                          <a:gd name="connsiteX6" fmla="*/ 2199 w 10000"/>
                          <a:gd name="connsiteY6" fmla="*/ 5396 h 5537"/>
                          <a:gd name="connsiteX7" fmla="*/ 2555 w 10000"/>
                          <a:gd name="connsiteY7" fmla="*/ 5428 h 5537"/>
                          <a:gd name="connsiteX8" fmla="*/ 2901 w 10000"/>
                          <a:gd name="connsiteY8" fmla="*/ 5402 h 5537"/>
                          <a:gd name="connsiteX9" fmla="*/ 3237 w 10000"/>
                          <a:gd name="connsiteY9" fmla="*/ 5323 h 5537"/>
                          <a:gd name="connsiteX10" fmla="*/ 3563 w 10000"/>
                          <a:gd name="connsiteY10" fmla="*/ 5188 h 5537"/>
                          <a:gd name="connsiteX11" fmla="*/ 3880 w 10000"/>
                          <a:gd name="connsiteY11" fmla="*/ 5003 h 5537"/>
                          <a:gd name="connsiteX12" fmla="*/ 4186 w 10000"/>
                          <a:gd name="connsiteY12" fmla="*/ 4766 h 5537"/>
                          <a:gd name="connsiteX13" fmla="*/ 4484 w 10000"/>
                          <a:gd name="connsiteY13" fmla="*/ 4479 h 5537"/>
                          <a:gd name="connsiteX14" fmla="*/ 4772 w 10000"/>
                          <a:gd name="connsiteY14" fmla="*/ 4143 h 5537"/>
                          <a:gd name="connsiteX15" fmla="*/ 5050 w 10000"/>
                          <a:gd name="connsiteY15" fmla="*/ 3761 h 5537"/>
                          <a:gd name="connsiteX16" fmla="*/ 5320 w 10000"/>
                          <a:gd name="connsiteY16" fmla="*/ 3329 h 5537"/>
                          <a:gd name="connsiteX17" fmla="*/ 5580 w 10000"/>
                          <a:gd name="connsiteY17" fmla="*/ 2854 h 5537"/>
                          <a:gd name="connsiteX18" fmla="*/ 5832 w 10000"/>
                          <a:gd name="connsiteY18" fmla="*/ 2334 h 5537"/>
                          <a:gd name="connsiteX19" fmla="*/ 6075 w 10000"/>
                          <a:gd name="connsiteY19" fmla="*/ 1770 h 5537"/>
                          <a:gd name="connsiteX20" fmla="*/ 6304 w 10000"/>
                          <a:gd name="connsiteY20" fmla="*/ 1262 h 5537"/>
                          <a:gd name="connsiteX21" fmla="*/ 6545 w 10000"/>
                          <a:gd name="connsiteY21" fmla="*/ 834 h 5537"/>
                          <a:gd name="connsiteX22" fmla="*/ 6793 w 10000"/>
                          <a:gd name="connsiteY22" fmla="*/ 491 h 5537"/>
                          <a:gd name="connsiteX23" fmla="*/ 7048 w 10000"/>
                          <a:gd name="connsiteY23" fmla="*/ 237 h 5537"/>
                          <a:gd name="connsiteX24" fmla="*/ 7306 w 10000"/>
                          <a:gd name="connsiteY24" fmla="*/ 73 h 5537"/>
                          <a:gd name="connsiteX25" fmla="*/ 7567 w 10000"/>
                          <a:gd name="connsiteY25" fmla="*/ 0 h 5537"/>
                          <a:gd name="connsiteX26" fmla="*/ 7829 w 10000"/>
                          <a:gd name="connsiteY26" fmla="*/ 23 h 5537"/>
                          <a:gd name="connsiteX27" fmla="*/ 8089 w 10000"/>
                          <a:gd name="connsiteY27" fmla="*/ 142 h 5537"/>
                          <a:gd name="connsiteX28" fmla="*/ 8346 w 10000"/>
                          <a:gd name="connsiteY28" fmla="*/ 359 h 5537"/>
                          <a:gd name="connsiteX29" fmla="*/ 8598 w 10000"/>
                          <a:gd name="connsiteY29" fmla="*/ 679 h 5537"/>
                          <a:gd name="connsiteX30" fmla="*/ 8844 w 10000"/>
                          <a:gd name="connsiteY30" fmla="*/ 1104 h 5537"/>
                          <a:gd name="connsiteX31" fmla="*/ 9080 w 10000"/>
                          <a:gd name="connsiteY31" fmla="*/ 1635 h 5537"/>
                          <a:gd name="connsiteX32" fmla="*/ 9305 w 10000"/>
                          <a:gd name="connsiteY32" fmla="*/ 2274 h 5537"/>
                          <a:gd name="connsiteX33" fmla="*/ 9519 w 10000"/>
                          <a:gd name="connsiteY33" fmla="*/ 3022 h 5537"/>
                          <a:gd name="connsiteX34" fmla="*/ 9718 w 10000"/>
                          <a:gd name="connsiteY34" fmla="*/ 3889 h 5537"/>
                          <a:gd name="connsiteX35" fmla="*/ 9900 w 10000"/>
                          <a:gd name="connsiteY35" fmla="*/ 4868 h 5537"/>
                          <a:gd name="connsiteX36" fmla="*/ 10000 w 10000"/>
                          <a:gd name="connsiteY36" fmla="*/ 5537 h 5537"/>
                          <a:gd name="connsiteX0" fmla="*/ 0 w 10000"/>
                          <a:gd name="connsiteY0" fmla="*/ 7446 h 10000"/>
                          <a:gd name="connsiteX1" fmla="*/ 262 w 10000"/>
                          <a:gd name="connsiteY1" fmla="*/ 7887 h 10000"/>
                          <a:gd name="connsiteX2" fmla="*/ 671 w 10000"/>
                          <a:gd name="connsiteY2" fmla="*/ 8476 h 10000"/>
                          <a:gd name="connsiteX3" fmla="*/ 1068 w 10000"/>
                          <a:gd name="connsiteY3" fmla="*/ 8953 h 10000"/>
                          <a:gd name="connsiteX4" fmla="*/ 1456 w 10000"/>
                          <a:gd name="connsiteY4" fmla="*/ 9328 h 10000"/>
                          <a:gd name="connsiteX5" fmla="*/ 1833 w 10000"/>
                          <a:gd name="connsiteY5" fmla="*/ 9590 h 10000"/>
                          <a:gd name="connsiteX6" fmla="*/ 2199 w 10000"/>
                          <a:gd name="connsiteY6" fmla="*/ 9745 h 10000"/>
                          <a:gd name="connsiteX7" fmla="*/ 2555 w 10000"/>
                          <a:gd name="connsiteY7" fmla="*/ 9803 h 10000"/>
                          <a:gd name="connsiteX8" fmla="*/ 2901 w 10000"/>
                          <a:gd name="connsiteY8" fmla="*/ 9756 h 10000"/>
                          <a:gd name="connsiteX9" fmla="*/ 3237 w 10000"/>
                          <a:gd name="connsiteY9" fmla="*/ 9614 h 10000"/>
                          <a:gd name="connsiteX10" fmla="*/ 3563 w 10000"/>
                          <a:gd name="connsiteY10" fmla="*/ 9370 h 10000"/>
                          <a:gd name="connsiteX11" fmla="*/ 3880 w 10000"/>
                          <a:gd name="connsiteY11" fmla="*/ 9036 h 10000"/>
                          <a:gd name="connsiteX12" fmla="*/ 4186 w 10000"/>
                          <a:gd name="connsiteY12" fmla="*/ 8608 h 10000"/>
                          <a:gd name="connsiteX13" fmla="*/ 4484 w 10000"/>
                          <a:gd name="connsiteY13" fmla="*/ 8089 h 10000"/>
                          <a:gd name="connsiteX14" fmla="*/ 4772 w 10000"/>
                          <a:gd name="connsiteY14" fmla="*/ 7482 h 10000"/>
                          <a:gd name="connsiteX15" fmla="*/ 5050 w 10000"/>
                          <a:gd name="connsiteY15" fmla="*/ 6792 h 10000"/>
                          <a:gd name="connsiteX16" fmla="*/ 5320 w 10000"/>
                          <a:gd name="connsiteY16" fmla="*/ 6012 h 10000"/>
                          <a:gd name="connsiteX17" fmla="*/ 5580 w 10000"/>
                          <a:gd name="connsiteY17" fmla="*/ 5154 h 10000"/>
                          <a:gd name="connsiteX18" fmla="*/ 5832 w 10000"/>
                          <a:gd name="connsiteY18" fmla="*/ 4215 h 10000"/>
                          <a:gd name="connsiteX19" fmla="*/ 6075 w 10000"/>
                          <a:gd name="connsiteY19" fmla="*/ 3197 h 10000"/>
                          <a:gd name="connsiteX20" fmla="*/ 6304 w 10000"/>
                          <a:gd name="connsiteY20" fmla="*/ 2279 h 10000"/>
                          <a:gd name="connsiteX21" fmla="*/ 6545 w 10000"/>
                          <a:gd name="connsiteY21" fmla="*/ 1506 h 10000"/>
                          <a:gd name="connsiteX22" fmla="*/ 6793 w 10000"/>
                          <a:gd name="connsiteY22" fmla="*/ 887 h 10000"/>
                          <a:gd name="connsiteX23" fmla="*/ 7048 w 10000"/>
                          <a:gd name="connsiteY23" fmla="*/ 428 h 10000"/>
                          <a:gd name="connsiteX24" fmla="*/ 7306 w 10000"/>
                          <a:gd name="connsiteY24" fmla="*/ 132 h 10000"/>
                          <a:gd name="connsiteX25" fmla="*/ 7567 w 10000"/>
                          <a:gd name="connsiteY25" fmla="*/ 0 h 10000"/>
                          <a:gd name="connsiteX26" fmla="*/ 7829 w 10000"/>
                          <a:gd name="connsiteY26" fmla="*/ 42 h 10000"/>
                          <a:gd name="connsiteX27" fmla="*/ 8089 w 10000"/>
                          <a:gd name="connsiteY27" fmla="*/ 256 h 10000"/>
                          <a:gd name="connsiteX28" fmla="*/ 8346 w 10000"/>
                          <a:gd name="connsiteY28" fmla="*/ 648 h 10000"/>
                          <a:gd name="connsiteX29" fmla="*/ 8598 w 10000"/>
                          <a:gd name="connsiteY29" fmla="*/ 1226 h 10000"/>
                          <a:gd name="connsiteX30" fmla="*/ 8844 w 10000"/>
                          <a:gd name="connsiteY30" fmla="*/ 1994 h 10000"/>
                          <a:gd name="connsiteX31" fmla="*/ 9080 w 10000"/>
                          <a:gd name="connsiteY31" fmla="*/ 2953 h 10000"/>
                          <a:gd name="connsiteX32" fmla="*/ 9305 w 10000"/>
                          <a:gd name="connsiteY32" fmla="*/ 4107 h 10000"/>
                          <a:gd name="connsiteX33" fmla="*/ 9519 w 10000"/>
                          <a:gd name="connsiteY33" fmla="*/ 5458 h 10000"/>
                          <a:gd name="connsiteX34" fmla="*/ 9718 w 10000"/>
                          <a:gd name="connsiteY34" fmla="*/ 7024 h 10000"/>
                          <a:gd name="connsiteX35" fmla="*/ 9900 w 10000"/>
                          <a:gd name="connsiteY35" fmla="*/ 8792 h 10000"/>
                          <a:gd name="connsiteX36" fmla="*/ 10000 w 10000"/>
                          <a:gd name="connsiteY36" fmla="*/ 10000 h 1000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</a:cxnLst>
                        <a:rect l="l" t="t" r="r" b="b"/>
                        <a:pathLst>
                          <a:path w="10000" h="10000">
                            <a:moveTo>
                              <a:pt x="0" y="7446"/>
                            </a:moveTo>
                            <a:lnTo>
                              <a:pt x="262" y="7887"/>
                            </a:lnTo>
                            <a:lnTo>
                              <a:pt x="671" y="8476"/>
                            </a:lnTo>
                            <a:lnTo>
                              <a:pt x="1068" y="8953"/>
                            </a:lnTo>
                            <a:lnTo>
                              <a:pt x="1456" y="9328"/>
                            </a:lnTo>
                            <a:lnTo>
                              <a:pt x="1833" y="9590"/>
                            </a:lnTo>
                            <a:lnTo>
                              <a:pt x="2199" y="9745"/>
                            </a:lnTo>
                            <a:lnTo>
                              <a:pt x="2555" y="9803"/>
                            </a:lnTo>
                            <a:lnTo>
                              <a:pt x="2901" y="9756"/>
                            </a:lnTo>
                            <a:lnTo>
                              <a:pt x="3237" y="9614"/>
                            </a:lnTo>
                            <a:lnTo>
                              <a:pt x="3563" y="9370"/>
                            </a:lnTo>
                            <a:lnTo>
                              <a:pt x="3880" y="9036"/>
                            </a:lnTo>
                            <a:lnTo>
                              <a:pt x="4186" y="8608"/>
                            </a:lnTo>
                            <a:lnTo>
                              <a:pt x="4484" y="8089"/>
                            </a:lnTo>
                            <a:lnTo>
                              <a:pt x="4772" y="7482"/>
                            </a:lnTo>
                            <a:lnTo>
                              <a:pt x="5050" y="6792"/>
                            </a:lnTo>
                            <a:lnTo>
                              <a:pt x="5320" y="6012"/>
                            </a:lnTo>
                            <a:cubicBezTo>
                              <a:pt x="5407" y="5727"/>
                              <a:pt x="5493" y="5440"/>
                              <a:pt x="5580" y="5154"/>
                            </a:cubicBezTo>
                            <a:lnTo>
                              <a:pt x="5832" y="4215"/>
                            </a:lnTo>
                            <a:lnTo>
                              <a:pt x="6075" y="3197"/>
                            </a:lnTo>
                            <a:cubicBezTo>
                              <a:pt x="6151" y="2891"/>
                              <a:pt x="6228" y="2585"/>
                              <a:pt x="6304" y="2279"/>
                            </a:cubicBezTo>
                            <a:cubicBezTo>
                              <a:pt x="6384" y="2021"/>
                              <a:pt x="6465" y="1764"/>
                              <a:pt x="6545" y="1506"/>
                            </a:cubicBezTo>
                            <a:cubicBezTo>
                              <a:pt x="6628" y="1300"/>
                              <a:pt x="6710" y="1093"/>
                              <a:pt x="6793" y="887"/>
                            </a:cubicBezTo>
                            <a:lnTo>
                              <a:pt x="7048" y="428"/>
                            </a:lnTo>
                            <a:lnTo>
                              <a:pt x="7306" y="132"/>
                            </a:lnTo>
                            <a:lnTo>
                              <a:pt x="7567" y="0"/>
                            </a:lnTo>
                            <a:lnTo>
                              <a:pt x="7829" y="42"/>
                            </a:lnTo>
                            <a:lnTo>
                              <a:pt x="8089" y="256"/>
                            </a:lnTo>
                            <a:lnTo>
                              <a:pt x="8346" y="648"/>
                            </a:lnTo>
                            <a:lnTo>
                              <a:pt x="8598" y="1226"/>
                            </a:lnTo>
                            <a:lnTo>
                              <a:pt x="8844" y="1994"/>
                            </a:lnTo>
                            <a:cubicBezTo>
                              <a:pt x="8923" y="2314"/>
                              <a:pt x="9001" y="2633"/>
                              <a:pt x="9080" y="2953"/>
                            </a:cubicBezTo>
                            <a:lnTo>
                              <a:pt x="9305" y="4107"/>
                            </a:lnTo>
                            <a:cubicBezTo>
                              <a:pt x="9376" y="4557"/>
                              <a:pt x="9448" y="5008"/>
                              <a:pt x="9519" y="5458"/>
                            </a:cubicBezTo>
                            <a:cubicBezTo>
                              <a:pt x="9585" y="5980"/>
                              <a:pt x="9652" y="6502"/>
                              <a:pt x="9718" y="7024"/>
                            </a:cubicBezTo>
                            <a:cubicBezTo>
                              <a:pt x="9779" y="7612"/>
                              <a:pt x="9839" y="8203"/>
                              <a:pt x="9900" y="8792"/>
                            </a:cubicBezTo>
                            <a:cubicBezTo>
                              <a:pt x="9933" y="9195"/>
                              <a:pt x="9967" y="9597"/>
                              <a:pt x="10000" y="10000"/>
                            </a:cubicBezTo>
                          </a:path>
                        </a:pathLst>
                      </a:custGeom>
                      <a:noFill/>
                      <a:ln w="63500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9245F3" id="Courbe" o:spid="_x0000_s1026" style="position:absolute;margin-left:0;margin-top:15.75pt;width:595.3pt;height:83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" path="m,7446r262,441l671,8476r397,477l1456,9328r377,262l2199,9745r356,58l2901,9756r336,-142l3563,9370r317,-334l4186,8608r298,-519l4772,7482r278,-690l5320,6012v87,-285,173,-572,260,-858l5832,4215,6075,3197v76,-306,153,-612,229,-918c6384,2021,6465,1764,6545,1506v83,-206,165,-413,248,-619l7048,428,7306,132,7567,r262,42l8089,256r257,392l8598,1226r246,768c8923,2314,9001,2633,9080,2953r225,1154c9376,4557,9448,5008,9519,5458v66,522,133,1044,199,1566c9779,7612,9839,8203,9900,8792v33,403,67,805,100,1208e" filled="f" strokecolor="#e30015 [3204]" strokeweight="5pt">
              <v:path arrowok="t" o:connecttype="custom" o:connectlocs="0,793446;198072,840439;507276,903203;807408,954032;1100736,993992;1385748,1021910;1662444,1038427;1931580,1044608;2193156,1039599;2447172,1024468;2693628,998467;2933280,962876;3164616,917268;3389904,861964;3607632,797282;3817800,723756;4021920,640639;4218480,549210;4408992,449150;4592700,340672;4765824,242850;4948020,160479;5135508,94519;5328288,45608;5523336,14066;5720652,0;5918724,4476;6115284,27279;6309576,69051;6500088,130643;6686064,212481;6864480,314672;7034580,437642;7196364,581604;7346808,748477;7484400,936876;7560000,1065600" o:connectangles="0,0,0,0,0,0,0,0,0,0,0,0,0,0,0,0,0,0,0,0,0,0,0,0,0,0,0,0,0,0,0,0,0,0,0,0,0"/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37883"/>
    <w:multiLevelType w:val="hybridMultilevel"/>
    <w:tmpl w:val="564AB252"/>
    <w:lvl w:ilvl="0" w:tplc="4926C00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B4E90"/>
    <w:multiLevelType w:val="multilevel"/>
    <w:tmpl w:val="2C4CB234"/>
    <w:lvl w:ilvl="0">
      <w:start w:val="1"/>
      <w:numFmt w:val="bullet"/>
      <w:pStyle w:val="Puce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E30015" w:themeColor="accent1"/>
      </w:rPr>
    </w:lvl>
    <w:lvl w:ilvl="1">
      <w:start w:val="1"/>
      <w:numFmt w:val="bullet"/>
      <w:lvlText w:val="–"/>
      <w:lvlJc w:val="left"/>
      <w:pPr>
        <w:ind w:left="284" w:firstLine="0"/>
      </w:pPr>
      <w:rPr>
        <w:rFonts w:ascii="Montserrat Medium" w:hAnsi="Montserrat Medium" w:hint="default"/>
        <w:color w:val="E30015" w:themeColor="accent1"/>
      </w:rPr>
    </w:lvl>
    <w:lvl w:ilvl="2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0" w:firstLine="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0" w:firstLine="0"/>
      </w:pPr>
      <w:rPr>
        <w:rFonts w:ascii="Symbol" w:hAnsi="Symbol" w:hint="default"/>
      </w:rPr>
    </w:lvl>
  </w:abstractNum>
  <w:abstractNum w:abstractNumId="2" w15:restartNumberingAfterBreak="0">
    <w:nsid w:val="657C1D41"/>
    <w:multiLevelType w:val="multilevel"/>
    <w:tmpl w:val="AB985B2C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1277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68B"/>
    <w:rsid w:val="00041838"/>
    <w:rsid w:val="00087566"/>
    <w:rsid w:val="00094C7D"/>
    <w:rsid w:val="000D2A28"/>
    <w:rsid w:val="00135836"/>
    <w:rsid w:val="00146E66"/>
    <w:rsid w:val="001B591C"/>
    <w:rsid w:val="001B6FF2"/>
    <w:rsid w:val="001C1169"/>
    <w:rsid w:val="001D1C85"/>
    <w:rsid w:val="001F3258"/>
    <w:rsid w:val="00223320"/>
    <w:rsid w:val="00263221"/>
    <w:rsid w:val="00271887"/>
    <w:rsid w:val="002836DD"/>
    <w:rsid w:val="00293E0C"/>
    <w:rsid w:val="00294E41"/>
    <w:rsid w:val="002B6B57"/>
    <w:rsid w:val="002C508D"/>
    <w:rsid w:val="002C54A1"/>
    <w:rsid w:val="002E3C1F"/>
    <w:rsid w:val="00304B3F"/>
    <w:rsid w:val="0030655A"/>
    <w:rsid w:val="0034168B"/>
    <w:rsid w:val="00377E30"/>
    <w:rsid w:val="003864AD"/>
    <w:rsid w:val="003E68CC"/>
    <w:rsid w:val="004022B4"/>
    <w:rsid w:val="0042523E"/>
    <w:rsid w:val="00425357"/>
    <w:rsid w:val="00425677"/>
    <w:rsid w:val="00433EDD"/>
    <w:rsid w:val="0044219E"/>
    <w:rsid w:val="0044401A"/>
    <w:rsid w:val="0045216F"/>
    <w:rsid w:val="00464C0F"/>
    <w:rsid w:val="004726A9"/>
    <w:rsid w:val="004D1597"/>
    <w:rsid w:val="004F0F3C"/>
    <w:rsid w:val="005018F1"/>
    <w:rsid w:val="00544345"/>
    <w:rsid w:val="00544470"/>
    <w:rsid w:val="00546D68"/>
    <w:rsid w:val="00557EE8"/>
    <w:rsid w:val="005732EA"/>
    <w:rsid w:val="005B10DA"/>
    <w:rsid w:val="005C2B5D"/>
    <w:rsid w:val="005C775F"/>
    <w:rsid w:val="00611AED"/>
    <w:rsid w:val="0061682B"/>
    <w:rsid w:val="00646166"/>
    <w:rsid w:val="00655A10"/>
    <w:rsid w:val="00682310"/>
    <w:rsid w:val="006905A4"/>
    <w:rsid w:val="006A1FB4"/>
    <w:rsid w:val="006B5C7E"/>
    <w:rsid w:val="006B73F3"/>
    <w:rsid w:val="006E27BF"/>
    <w:rsid w:val="007054D5"/>
    <w:rsid w:val="007145AD"/>
    <w:rsid w:val="007425BB"/>
    <w:rsid w:val="007A46E2"/>
    <w:rsid w:val="007A7997"/>
    <w:rsid w:val="007E317D"/>
    <w:rsid w:val="0080313B"/>
    <w:rsid w:val="00805FAA"/>
    <w:rsid w:val="008124BD"/>
    <w:rsid w:val="008147E4"/>
    <w:rsid w:val="00815B14"/>
    <w:rsid w:val="00837A5B"/>
    <w:rsid w:val="0084148A"/>
    <w:rsid w:val="00844956"/>
    <w:rsid w:val="00877117"/>
    <w:rsid w:val="00880751"/>
    <w:rsid w:val="00894D06"/>
    <w:rsid w:val="008B298B"/>
    <w:rsid w:val="008C2F78"/>
    <w:rsid w:val="008F0F07"/>
    <w:rsid w:val="008F2A13"/>
    <w:rsid w:val="00972FD1"/>
    <w:rsid w:val="0099489F"/>
    <w:rsid w:val="009968C5"/>
    <w:rsid w:val="009A23AB"/>
    <w:rsid w:val="009C6B0D"/>
    <w:rsid w:val="009D180E"/>
    <w:rsid w:val="009D22F9"/>
    <w:rsid w:val="009E3EF2"/>
    <w:rsid w:val="00A10CE9"/>
    <w:rsid w:val="00A16232"/>
    <w:rsid w:val="00A5431F"/>
    <w:rsid w:val="00A860C4"/>
    <w:rsid w:val="00AB28A2"/>
    <w:rsid w:val="00AC463D"/>
    <w:rsid w:val="00B14490"/>
    <w:rsid w:val="00B32F4C"/>
    <w:rsid w:val="00B64F18"/>
    <w:rsid w:val="00B71D5B"/>
    <w:rsid w:val="00B74792"/>
    <w:rsid w:val="00B92FB1"/>
    <w:rsid w:val="00BB6AF4"/>
    <w:rsid w:val="00C10E75"/>
    <w:rsid w:val="00C21B90"/>
    <w:rsid w:val="00C2510F"/>
    <w:rsid w:val="00C31F14"/>
    <w:rsid w:val="00C51FD1"/>
    <w:rsid w:val="00CC3859"/>
    <w:rsid w:val="00CF260D"/>
    <w:rsid w:val="00CF6484"/>
    <w:rsid w:val="00D265D9"/>
    <w:rsid w:val="00D32882"/>
    <w:rsid w:val="00D54C2A"/>
    <w:rsid w:val="00D55956"/>
    <w:rsid w:val="00DA27E1"/>
    <w:rsid w:val="00DC7837"/>
    <w:rsid w:val="00DE72B9"/>
    <w:rsid w:val="00E14BED"/>
    <w:rsid w:val="00E27DE3"/>
    <w:rsid w:val="00E346C1"/>
    <w:rsid w:val="00E5673A"/>
    <w:rsid w:val="00EE16E1"/>
    <w:rsid w:val="00F5284E"/>
    <w:rsid w:val="00F6566F"/>
    <w:rsid w:val="00F67EB0"/>
    <w:rsid w:val="00F75C33"/>
    <w:rsid w:val="00F921AE"/>
    <w:rsid w:val="00FA062C"/>
    <w:rsid w:val="00FA0845"/>
    <w:rsid w:val="00FD6CFC"/>
    <w:rsid w:val="00FF4596"/>
    <w:rsid w:val="00F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20481"/>
    <o:shapelayout v:ext="edit">
      <o:idmap v:ext="edit" data="1"/>
    </o:shapelayout>
  </w:shapeDefaults>
  <w:decimalSymbol w:val=","/>
  <w:listSeparator w:val=";"/>
  <w14:docId w14:val="7C94E979"/>
  <w15:chartTrackingRefBased/>
  <w15:docId w15:val="{AF57003F-08C8-4BAE-BE43-3120A171B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D5B"/>
    <w:pPr>
      <w:jc w:val="both"/>
    </w:pPr>
    <w:rPr>
      <w:color w:val="002F6C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rsid w:val="0030655A"/>
    <w:pPr>
      <w:jc w:val="left"/>
    </w:pPr>
    <w:rPr>
      <w:sz w:val="14"/>
    </w:rPr>
  </w:style>
  <w:style w:type="character" w:customStyle="1" w:styleId="En-tteCar">
    <w:name w:val="En-tête Car"/>
    <w:basedOn w:val="Policepardfaut"/>
    <w:link w:val="En-tte"/>
    <w:uiPriority w:val="99"/>
    <w:semiHidden/>
    <w:rsid w:val="0030655A"/>
    <w:rPr>
      <w:color w:val="002F6C" w:themeColor="text2"/>
      <w:sz w:val="14"/>
    </w:rPr>
  </w:style>
  <w:style w:type="paragraph" w:styleId="Pieddepage">
    <w:name w:val="footer"/>
    <w:basedOn w:val="Normal"/>
    <w:link w:val="PieddepageCar"/>
    <w:uiPriority w:val="99"/>
    <w:semiHidden/>
    <w:rsid w:val="0030655A"/>
    <w:pPr>
      <w:jc w:val="left"/>
    </w:pPr>
    <w:rPr>
      <w:sz w:val="14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30655A"/>
    <w:rPr>
      <w:color w:val="002F6C" w:themeColor="text2"/>
      <w:sz w:val="14"/>
    </w:rPr>
  </w:style>
  <w:style w:type="table" w:styleId="Grilledutableau">
    <w:name w:val="Table Grid"/>
    <w:basedOn w:val="TableauNormal"/>
    <w:uiPriority w:val="59"/>
    <w:rsid w:val="00306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rsid w:val="0030655A"/>
  </w:style>
  <w:style w:type="paragraph" w:customStyle="1" w:styleId="Titredoc">
    <w:name w:val="_Titre doc"/>
    <w:basedOn w:val="Normal"/>
    <w:next w:val="Normal"/>
    <w:uiPriority w:val="9"/>
    <w:qFormat/>
    <w:rsid w:val="00135836"/>
    <w:pPr>
      <w:jc w:val="left"/>
    </w:pPr>
    <w:rPr>
      <w:b/>
      <w:bCs/>
      <w:sz w:val="44"/>
      <w:szCs w:val="46"/>
    </w:rPr>
  </w:style>
  <w:style w:type="character" w:styleId="Textedelespacerserv">
    <w:name w:val="Placeholder Text"/>
    <w:basedOn w:val="Policepardfaut"/>
    <w:uiPriority w:val="99"/>
    <w:semiHidden/>
    <w:rsid w:val="007054D5"/>
    <w:rPr>
      <w:color w:val="808080"/>
    </w:rPr>
  </w:style>
  <w:style w:type="paragraph" w:customStyle="1" w:styleId="Datedoc">
    <w:name w:val="_Date doc"/>
    <w:basedOn w:val="Normal"/>
    <w:next w:val="Normal"/>
    <w:uiPriority w:val="11"/>
    <w:qFormat/>
    <w:rsid w:val="004D1597"/>
    <w:pPr>
      <w:jc w:val="left"/>
    </w:pPr>
  </w:style>
  <w:style w:type="paragraph" w:customStyle="1" w:styleId="Titre1">
    <w:name w:val="_Titre 1"/>
    <w:basedOn w:val="Normal"/>
    <w:next w:val="Normal"/>
    <w:uiPriority w:val="4"/>
    <w:qFormat/>
    <w:rsid w:val="0034168B"/>
    <w:pPr>
      <w:keepNext/>
      <w:numPr>
        <w:numId w:val="1"/>
      </w:numPr>
      <w:spacing w:after="240"/>
      <w:jc w:val="left"/>
      <w:outlineLvl w:val="0"/>
    </w:pPr>
    <w:rPr>
      <w:b/>
      <w:bCs/>
      <w:color w:val="E30015" w:themeColor="accent1"/>
      <w:sz w:val="32"/>
      <w:szCs w:val="36"/>
    </w:rPr>
  </w:style>
  <w:style w:type="paragraph" w:customStyle="1" w:styleId="Titre2">
    <w:name w:val="_Titre 2"/>
    <w:basedOn w:val="Normal"/>
    <w:next w:val="Normal"/>
    <w:uiPriority w:val="4"/>
    <w:qFormat/>
    <w:rsid w:val="00263221"/>
    <w:pPr>
      <w:keepNext/>
      <w:numPr>
        <w:ilvl w:val="1"/>
        <w:numId w:val="1"/>
      </w:numPr>
      <w:spacing w:before="360" w:after="240"/>
      <w:ind w:left="0"/>
      <w:jc w:val="left"/>
      <w:outlineLvl w:val="1"/>
    </w:pPr>
    <w:rPr>
      <w:b/>
      <w:bCs/>
      <w:sz w:val="26"/>
      <w:szCs w:val="26"/>
    </w:rPr>
  </w:style>
  <w:style w:type="paragraph" w:customStyle="1" w:styleId="Intertitre">
    <w:name w:val="_Intertitre"/>
    <w:basedOn w:val="Normal"/>
    <w:next w:val="Normal"/>
    <w:uiPriority w:val="5"/>
    <w:qFormat/>
    <w:rsid w:val="00D55956"/>
    <w:pPr>
      <w:keepNext/>
      <w:spacing w:before="200" w:after="120"/>
      <w:jc w:val="left"/>
    </w:pPr>
    <w:rPr>
      <w:b/>
      <w:bCs/>
      <w:i/>
      <w:iCs/>
      <w:sz w:val="22"/>
      <w:szCs w:val="22"/>
    </w:rPr>
  </w:style>
  <w:style w:type="paragraph" w:styleId="TM1">
    <w:name w:val="toc 1"/>
    <w:basedOn w:val="Normal"/>
    <w:next w:val="Normal"/>
    <w:uiPriority w:val="39"/>
    <w:semiHidden/>
    <w:rsid w:val="00263221"/>
    <w:pPr>
      <w:spacing w:before="480"/>
      <w:jc w:val="left"/>
    </w:pPr>
    <w:rPr>
      <w:b/>
      <w:color w:val="E30015" w:themeColor="accent1"/>
      <w:sz w:val="36"/>
    </w:rPr>
  </w:style>
  <w:style w:type="paragraph" w:styleId="TM2">
    <w:name w:val="toc 2"/>
    <w:basedOn w:val="Normal"/>
    <w:next w:val="Normal"/>
    <w:uiPriority w:val="39"/>
    <w:semiHidden/>
    <w:rsid w:val="00263221"/>
    <w:pPr>
      <w:spacing w:before="160"/>
      <w:jc w:val="left"/>
    </w:pPr>
    <w:rPr>
      <w:b/>
      <w:sz w:val="26"/>
    </w:rPr>
  </w:style>
  <w:style w:type="character" w:styleId="Lienhypertexte">
    <w:name w:val="Hyperlink"/>
    <w:basedOn w:val="Policepardfaut"/>
    <w:uiPriority w:val="99"/>
    <w:semiHidden/>
    <w:rsid w:val="00263221"/>
    <w:rPr>
      <w:color w:val="E30015" w:themeColor="hyperlink"/>
      <w:u w:val="none"/>
    </w:rPr>
  </w:style>
  <w:style w:type="table" w:styleId="TableauGrille5Fonc-Accentuation1">
    <w:name w:val="Grid Table 5 Dark Accent 1"/>
    <w:basedOn w:val="TableauNormal"/>
    <w:uiPriority w:val="50"/>
    <w:rsid w:val="00AB28A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6C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001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001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3001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30015" w:themeFill="accent1"/>
      </w:tcPr>
    </w:tblStylePr>
    <w:tblStylePr w:type="band1Vert">
      <w:tblPr/>
      <w:tcPr>
        <w:shd w:val="clear" w:color="auto" w:fill="FF8D97" w:themeFill="accent1" w:themeFillTint="66"/>
      </w:tcPr>
    </w:tblStylePr>
    <w:tblStylePr w:type="band1Horz">
      <w:tblPr/>
      <w:tcPr>
        <w:shd w:val="clear" w:color="auto" w:fill="FF8D97" w:themeFill="accent1" w:themeFillTint="66"/>
      </w:tcPr>
    </w:tblStylePr>
  </w:style>
  <w:style w:type="character" w:styleId="Lienhypertextesuivivisit">
    <w:name w:val="FollowedHyperlink"/>
    <w:basedOn w:val="Policepardfaut"/>
    <w:uiPriority w:val="99"/>
    <w:semiHidden/>
    <w:rsid w:val="00263221"/>
    <w:rPr>
      <w:color w:val="E30015" w:themeColor="followedHyperlink"/>
      <w:u w:val="none"/>
    </w:rPr>
  </w:style>
  <w:style w:type="table" w:styleId="TableauGrille4-Accentuation1">
    <w:name w:val="Grid Table 4 Accent 1"/>
    <w:basedOn w:val="TableauNormal"/>
    <w:uiPriority w:val="49"/>
    <w:rsid w:val="00AB28A2"/>
    <w:tblPr>
      <w:tblStyleRowBandSize w:val="1"/>
      <w:tblStyleColBandSize w:val="1"/>
      <w:tblBorders>
        <w:top w:val="single" w:sz="4" w:space="0" w:color="FF5564" w:themeColor="accent1" w:themeTint="99"/>
        <w:left w:val="single" w:sz="4" w:space="0" w:color="FF5564" w:themeColor="accent1" w:themeTint="99"/>
        <w:bottom w:val="single" w:sz="4" w:space="0" w:color="FF5564" w:themeColor="accent1" w:themeTint="99"/>
        <w:right w:val="single" w:sz="4" w:space="0" w:color="FF5564" w:themeColor="accent1" w:themeTint="99"/>
        <w:insideH w:val="single" w:sz="4" w:space="0" w:color="FF5564" w:themeColor="accent1" w:themeTint="99"/>
        <w:insideV w:val="single" w:sz="4" w:space="0" w:color="FF556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0015" w:themeColor="accent1"/>
          <w:left w:val="single" w:sz="4" w:space="0" w:color="E30015" w:themeColor="accent1"/>
          <w:bottom w:val="single" w:sz="4" w:space="0" w:color="E30015" w:themeColor="accent1"/>
          <w:right w:val="single" w:sz="4" w:space="0" w:color="E30015" w:themeColor="accent1"/>
          <w:insideH w:val="nil"/>
          <w:insideV w:val="nil"/>
        </w:tcBorders>
        <w:shd w:val="clear" w:color="auto" w:fill="E30015" w:themeFill="accent1"/>
      </w:tcPr>
    </w:tblStylePr>
    <w:tblStylePr w:type="lastRow">
      <w:rPr>
        <w:b/>
        <w:bCs/>
      </w:rPr>
      <w:tblPr/>
      <w:tcPr>
        <w:tcBorders>
          <w:top w:val="double" w:sz="4" w:space="0" w:color="E3001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CB" w:themeFill="accent1" w:themeFillTint="33"/>
      </w:tcPr>
    </w:tblStylePr>
    <w:tblStylePr w:type="band1Horz">
      <w:tblPr/>
      <w:tcPr>
        <w:shd w:val="clear" w:color="auto" w:fill="FFC6CB" w:themeFill="accent1" w:themeFillTint="33"/>
      </w:tcPr>
    </w:tblStylePr>
  </w:style>
  <w:style w:type="paragraph" w:styleId="Paragraphedeliste">
    <w:name w:val="List Paragraph"/>
    <w:basedOn w:val="Normal"/>
    <w:uiPriority w:val="34"/>
    <w:qFormat/>
    <w:rsid w:val="00094C7D"/>
    <w:pPr>
      <w:ind w:left="720"/>
      <w:contextualSpacing/>
    </w:pPr>
  </w:style>
  <w:style w:type="paragraph" w:customStyle="1" w:styleId="Puce">
    <w:name w:val="_Puce"/>
    <w:basedOn w:val="Normal"/>
    <w:uiPriority w:val="5"/>
    <w:qFormat/>
    <w:rsid w:val="00094C7D"/>
    <w:pPr>
      <w:numPr>
        <w:numId w:val="2"/>
      </w:numPr>
    </w:pPr>
  </w:style>
  <w:style w:type="paragraph" w:customStyle="1" w:styleId="Lgende">
    <w:name w:val="_Légende"/>
    <w:basedOn w:val="Normal"/>
    <w:next w:val="Normal"/>
    <w:uiPriority w:val="6"/>
    <w:qFormat/>
    <w:rsid w:val="009D22F9"/>
    <w:pPr>
      <w:spacing w:before="120" w:after="240"/>
      <w:jc w:val="right"/>
    </w:pPr>
    <w:rPr>
      <w:i/>
      <w:iCs/>
      <w:sz w:val="14"/>
      <w:szCs w:val="14"/>
    </w:rPr>
  </w:style>
  <w:style w:type="table" w:customStyle="1" w:styleId="TableauEFS">
    <w:name w:val="_Tableau EFS"/>
    <w:basedOn w:val="TableauNormal"/>
    <w:uiPriority w:val="99"/>
    <w:rsid w:val="00E14BED"/>
    <w:pPr>
      <w:jc w:val="center"/>
    </w:pPr>
    <w:rPr>
      <w:color w:val="002F6C" w:themeColor="text2"/>
      <w:sz w:val="18"/>
    </w:rPr>
    <w:tblPr>
      <w:tblBorders>
        <w:insideH w:val="single" w:sz="4" w:space="0" w:color="FFFFFF" w:themeColor="background1"/>
        <w:insideV w:val="single" w:sz="4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DAF1F5" w:themeFill="accent3" w:themeFillTint="33"/>
      <w:vAlign w:val="center"/>
    </w:tcPr>
    <w:tblStylePr w:type="firstRow">
      <w:rPr>
        <w:b/>
        <w:color w:val="FFFFFF" w:themeColor="background1"/>
      </w:rPr>
      <w:tblPr/>
      <w:tcPr>
        <w:shd w:val="clear" w:color="auto" w:fill="E30015" w:themeFill="accent1"/>
      </w:tcPr>
    </w:tblStylePr>
    <w:tblStylePr w:type="lastRow">
      <w:rPr>
        <w:b/>
        <w:color w:val="FFFFFF" w:themeColor="background1"/>
      </w:rPr>
      <w:tblPr/>
      <w:tcPr>
        <w:tcBorders>
          <w:top w:val="single" w:sz="24" w:space="0" w:color="FFFFFF" w:themeColor="background1"/>
        </w:tcBorders>
        <w:shd w:val="clear" w:color="auto" w:fill="E30015" w:themeFill="accent1"/>
      </w:tcPr>
    </w:tblStylePr>
    <w:tblStylePr w:type="firstCol">
      <w:rPr>
        <w:b/>
      </w:rPr>
    </w:tblStylePr>
  </w:style>
  <w:style w:type="paragraph" w:customStyle="1" w:styleId="Exergue">
    <w:name w:val="_Exergue"/>
    <w:basedOn w:val="Normal"/>
    <w:next w:val="Normal"/>
    <w:link w:val="ExergueCar"/>
    <w:uiPriority w:val="6"/>
    <w:qFormat/>
    <w:rsid w:val="002C54A1"/>
    <w:rPr>
      <w:color w:val="E30015" w:themeColor="accent1"/>
    </w:rPr>
  </w:style>
  <w:style w:type="character" w:customStyle="1" w:styleId="ExergueCar">
    <w:name w:val="_Exergue Car"/>
    <w:basedOn w:val="Policepardfaut"/>
    <w:link w:val="Exergue"/>
    <w:uiPriority w:val="6"/>
    <w:rsid w:val="002C54A1"/>
    <w:rPr>
      <w:color w:val="E30015" w:themeColor="accent1"/>
    </w:rPr>
  </w:style>
  <w:style w:type="paragraph" w:customStyle="1" w:styleId="Sous-titredoc">
    <w:name w:val="_Sous-titre doc"/>
    <w:basedOn w:val="Normal"/>
    <w:next w:val="Normal"/>
    <w:uiPriority w:val="10"/>
    <w:qFormat/>
    <w:rsid w:val="00135836"/>
    <w:pPr>
      <w:jc w:val="left"/>
    </w:pPr>
    <w:rPr>
      <w:b/>
      <w:bCs/>
      <w:color w:val="E30015" w:themeColor="accent1"/>
      <w:sz w:val="2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Com%20instit%20et%20Relations%20presse\Com_instit\Refonte_Marque_Corpo\05_PRODUCTIONS\04_GABARITS\01_BUREAUTIQUE\MASQUEWORD\WORD_VDEF\MODELE_WORD_CR_NOTE.dotx" TargetMode="External"/></Relationships>
</file>

<file path=word/theme/theme1.xml><?xml version="1.0" encoding="utf-8"?>
<a:theme xmlns:a="http://schemas.openxmlformats.org/drawingml/2006/main" name="Thème Office">
  <a:themeElements>
    <a:clrScheme name="EFS_Couleurs">
      <a:dk1>
        <a:sysClr val="windowText" lastClr="000000"/>
      </a:dk1>
      <a:lt1>
        <a:sysClr val="window" lastClr="FFFFFF"/>
      </a:lt1>
      <a:dk2>
        <a:srgbClr val="002F6C"/>
      </a:dk2>
      <a:lt2>
        <a:srgbClr val="ECECED"/>
      </a:lt2>
      <a:accent1>
        <a:srgbClr val="E30015"/>
      </a:accent1>
      <a:accent2>
        <a:srgbClr val="002F6C"/>
      </a:accent2>
      <a:accent3>
        <a:srgbClr val="49BDCF"/>
      </a:accent3>
      <a:accent4>
        <a:srgbClr val="C9934F"/>
      </a:accent4>
      <a:accent5>
        <a:srgbClr val="EAAB00"/>
      </a:accent5>
      <a:accent6>
        <a:srgbClr val="484847"/>
      </a:accent6>
      <a:hlink>
        <a:srgbClr val="E30015"/>
      </a:hlink>
      <a:folHlink>
        <a:srgbClr val="E30015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FA0E0-98E3-4C66-9455-42F06846C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MODELE_WORD_CR_NOTE</Template>
  <TotalTime>30</TotalTime>
  <Pages>1</Pages>
  <Words>146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Note</vt:lpstr>
    </vt:vector>
  </TitlesOfParts>
  <Company>EFS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</dc:title>
  <dc:subject/>
  <dc:creator>Manon.Uguen</dc:creator>
  <cp:keywords/>
  <dc:description/>
  <cp:lastModifiedBy>AHOUSSOU Eny</cp:lastModifiedBy>
  <cp:revision>12</cp:revision>
  <cp:lastPrinted>2024-11-29T14:12:00Z</cp:lastPrinted>
  <dcterms:created xsi:type="dcterms:W3CDTF">2022-08-24T09:15:00Z</dcterms:created>
  <dcterms:modified xsi:type="dcterms:W3CDTF">2025-10-07T15:34:00Z</dcterms:modified>
</cp:coreProperties>
</file>